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D1A34" w14:textId="7C4E60C0" w:rsidR="00B63DCA" w:rsidRDefault="00760188" w:rsidP="00222F0F">
      <w:pPr>
        <w:rPr>
          <w:rFonts w:eastAsiaTheme="majorEastAsia" w:cstheme="majorBidi"/>
          <w:b/>
          <w:color w:val="000000" w:themeColor="text1"/>
          <w:sz w:val="32"/>
          <w:szCs w:val="32"/>
        </w:rPr>
      </w:pPr>
      <w:bookmarkStart w:id="0" w:name="_GoBack"/>
      <w:bookmarkEnd w:id="0"/>
      <w:r w:rsidRPr="008B57EE">
        <w:rPr>
          <w:rFonts w:eastAsiaTheme="majorEastAsia" w:cstheme="majorBidi"/>
          <w:b/>
          <w:color w:val="000000" w:themeColor="text1"/>
          <w:sz w:val="32"/>
          <w:szCs w:val="32"/>
        </w:rPr>
        <w:t>3 Reasons Why You Must Have a Niche for Your Online Business</w:t>
      </w:r>
      <w:r>
        <w:rPr>
          <w:rFonts w:eastAsiaTheme="majorEastAsia" w:cstheme="majorBidi"/>
          <w:b/>
          <w:color w:val="000000" w:themeColor="text1"/>
          <w:sz w:val="32"/>
          <w:szCs w:val="32"/>
        </w:rPr>
        <w:t xml:space="preserve"> or Blog</w:t>
      </w:r>
    </w:p>
    <w:p w14:paraId="2F400E3B" w14:textId="1A1AC316" w:rsidR="00046602" w:rsidRDefault="00046602" w:rsidP="00046602">
      <w:pPr>
        <w:rPr>
          <w:rFonts w:eastAsiaTheme="majorEastAsia" w:cstheme="majorBidi"/>
          <w:b/>
          <w:color w:val="000000" w:themeColor="text1"/>
          <w:sz w:val="32"/>
          <w:szCs w:val="32"/>
        </w:rPr>
      </w:pPr>
    </w:p>
    <w:p w14:paraId="55B89103" w14:textId="77777777" w:rsidR="00412D03" w:rsidRDefault="00760188" w:rsidP="00222F0F">
      <w:r>
        <w:t xml:space="preserve">When you’re thinking about starting an online business or blog, it is critical that you take the time to define your niche. </w:t>
      </w:r>
      <w:r w:rsidR="00425080">
        <w:t>Niche marketing involves focusing your business marketing efforts on a small, well-defined group of the population so that you can better serve them. When you can serve your target audience</w:t>
      </w:r>
      <w:r w:rsidR="008768E8">
        <w:t xml:space="preserve"> well, you’ll enjoy success in your business. </w:t>
      </w:r>
      <w:r>
        <w:t>However, this isn't the only reason why you need to define your niche; here are</w:t>
      </w:r>
      <w:r>
        <w:t xml:space="preserve"> three more reasons for deciding on a niche for your business.</w:t>
      </w:r>
    </w:p>
    <w:p w14:paraId="2B8B4B5F" w14:textId="77777777" w:rsidR="00412D03" w:rsidRDefault="00412D03" w:rsidP="00222F0F"/>
    <w:p w14:paraId="0F886974" w14:textId="77777777" w:rsidR="00D75A59" w:rsidRDefault="00760188" w:rsidP="00222F0F">
      <w:pPr>
        <w:rPr>
          <w:b/>
        </w:rPr>
      </w:pPr>
      <w:r>
        <w:rPr>
          <w:b/>
        </w:rPr>
        <w:t>You Get to Do What You Love</w:t>
      </w:r>
    </w:p>
    <w:p w14:paraId="2443EF09" w14:textId="77777777" w:rsidR="00D75A59" w:rsidRDefault="00760188" w:rsidP="00222F0F">
      <w:r>
        <w:t xml:space="preserve">Narrowing down your product and service offerings allows you to address your target audiences needs and better meet them, but it also allows you to focus your time </w:t>
      </w:r>
      <w:r>
        <w:t xml:space="preserve">and energy on those aspects that you love the most. This can be incredibly helpful for making improvements to your business and will allow you to produce your best work. No matter what industry you are currently working in, there are many subgenres within </w:t>
      </w:r>
      <w:r>
        <w:t xml:space="preserve">the market that you can branch out, allowing you to find something that you love. </w:t>
      </w:r>
    </w:p>
    <w:p w14:paraId="78B85E54" w14:textId="77777777" w:rsidR="00D75A59" w:rsidRDefault="00D75A59" w:rsidP="00222F0F"/>
    <w:p w14:paraId="11BCB95F" w14:textId="77777777" w:rsidR="00453CC0" w:rsidRDefault="00760188" w:rsidP="00222F0F">
      <w:pPr>
        <w:rPr>
          <w:b/>
        </w:rPr>
      </w:pPr>
      <w:r>
        <w:rPr>
          <w:b/>
        </w:rPr>
        <w:t>You Build your Reputation as an Expert</w:t>
      </w:r>
    </w:p>
    <w:p w14:paraId="67C7512D" w14:textId="77777777" w:rsidR="003C7130" w:rsidRDefault="00760188" w:rsidP="00222F0F">
      <w:r>
        <w:t>Defining a niche market can be beneficial to your business in terms of reputation because you can become known for a more specific ki</w:t>
      </w:r>
      <w:r>
        <w:t>nd of product or service. When you narrow down, your niche customers are more likely to remember what you excel in and will be more likely to refer you to others who are looking for your particular product or service. If you spread yourself to thin and try</w:t>
      </w:r>
      <w:r>
        <w:t xml:space="preserve"> to be everything to everyone, you are less likely to succeed.</w:t>
      </w:r>
    </w:p>
    <w:p w14:paraId="6C7AE3AF" w14:textId="77777777" w:rsidR="003C7130" w:rsidRDefault="003C7130" w:rsidP="00222F0F"/>
    <w:p w14:paraId="67EEE391" w14:textId="77777777" w:rsidR="003C7130" w:rsidRDefault="00760188" w:rsidP="00222F0F">
      <w:pPr>
        <w:rPr>
          <w:b/>
        </w:rPr>
      </w:pPr>
      <w:r>
        <w:rPr>
          <w:b/>
        </w:rPr>
        <w:t>It Becomes Easier to Form Industry Relationships</w:t>
      </w:r>
    </w:p>
    <w:p w14:paraId="2A2D2362" w14:textId="77777777" w:rsidR="001957C4" w:rsidRDefault="00760188" w:rsidP="00222F0F">
      <w:r>
        <w:t xml:space="preserve">Narrowing down your business to a single niche can help you network and collaborate with companies in similar markets. </w:t>
      </w:r>
      <w:r w:rsidR="009A4B0F">
        <w:t>When you focus your time and energy on promoting a specific niche in your industry, rather than offering everything, it becomes much easier for you to reach out to others in your field and form beneficial partnerships. By narrowing down your offerings, you are more likely to complement other businesses rather than creating competition with them.</w:t>
      </w:r>
    </w:p>
    <w:p w14:paraId="133874B7" w14:textId="77777777" w:rsidR="001957C4" w:rsidRDefault="001957C4" w:rsidP="00222F0F"/>
    <w:p w14:paraId="3E86D232" w14:textId="72694041" w:rsidR="00F50590" w:rsidRPr="00D75A59" w:rsidRDefault="00760188" w:rsidP="00222F0F">
      <w:pPr>
        <w:rPr>
          <w:b/>
        </w:rPr>
      </w:pPr>
      <w:r>
        <w:lastRenderedPageBreak/>
        <w:t xml:space="preserve">If you haven't already narrowed down your business to a single niche offering, these three reasons should show you why it's imperative. </w:t>
      </w:r>
      <w:r w:rsidR="00382527">
        <w:t xml:space="preserve">When you can narrow down and define your niche, you can better serve your target audience and build a successful online business or blog. </w:t>
      </w:r>
      <w:r w:rsidR="00425080">
        <w:t xml:space="preserve"> </w:t>
      </w:r>
    </w:p>
    <w:sectPr w:rsidR="00F50590" w:rsidRPr="00D75A59" w:rsidSect="00660A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C"/>
    <w:rsid w:val="000244F2"/>
    <w:rsid w:val="00033542"/>
    <w:rsid w:val="0004177A"/>
    <w:rsid w:val="00041F15"/>
    <w:rsid w:val="00043A15"/>
    <w:rsid w:val="00046602"/>
    <w:rsid w:val="00092771"/>
    <w:rsid w:val="000F79FE"/>
    <w:rsid w:val="0014278D"/>
    <w:rsid w:val="001957C4"/>
    <w:rsid w:val="001B6A69"/>
    <w:rsid w:val="001E02B7"/>
    <w:rsid w:val="001F2E8F"/>
    <w:rsid w:val="00211FED"/>
    <w:rsid w:val="00220A82"/>
    <w:rsid w:val="00222F0F"/>
    <w:rsid w:val="002B3AD2"/>
    <w:rsid w:val="002C0ACE"/>
    <w:rsid w:val="003146A1"/>
    <w:rsid w:val="003149EA"/>
    <w:rsid w:val="00323691"/>
    <w:rsid w:val="00326722"/>
    <w:rsid w:val="003644F3"/>
    <w:rsid w:val="00377A29"/>
    <w:rsid w:val="00382527"/>
    <w:rsid w:val="00384EF9"/>
    <w:rsid w:val="003A13C2"/>
    <w:rsid w:val="003C7130"/>
    <w:rsid w:val="003D4C63"/>
    <w:rsid w:val="003F03DD"/>
    <w:rsid w:val="00412D03"/>
    <w:rsid w:val="00425080"/>
    <w:rsid w:val="004442DE"/>
    <w:rsid w:val="00453CC0"/>
    <w:rsid w:val="00474E2E"/>
    <w:rsid w:val="00546C30"/>
    <w:rsid w:val="00580629"/>
    <w:rsid w:val="005E4C95"/>
    <w:rsid w:val="006139D6"/>
    <w:rsid w:val="0064063D"/>
    <w:rsid w:val="00660AAD"/>
    <w:rsid w:val="006B0C90"/>
    <w:rsid w:val="006E2C3E"/>
    <w:rsid w:val="006F23B2"/>
    <w:rsid w:val="00711C48"/>
    <w:rsid w:val="007420EC"/>
    <w:rsid w:val="0074615E"/>
    <w:rsid w:val="00760188"/>
    <w:rsid w:val="00764A81"/>
    <w:rsid w:val="007F2EB3"/>
    <w:rsid w:val="007F6A5F"/>
    <w:rsid w:val="0081461C"/>
    <w:rsid w:val="00840D36"/>
    <w:rsid w:val="008433AA"/>
    <w:rsid w:val="00863EB0"/>
    <w:rsid w:val="008711CE"/>
    <w:rsid w:val="008768E8"/>
    <w:rsid w:val="008A0F46"/>
    <w:rsid w:val="008B57EE"/>
    <w:rsid w:val="008C0C76"/>
    <w:rsid w:val="008E35A2"/>
    <w:rsid w:val="0090329D"/>
    <w:rsid w:val="00947FA2"/>
    <w:rsid w:val="0097673D"/>
    <w:rsid w:val="009A4B0F"/>
    <w:rsid w:val="009A5102"/>
    <w:rsid w:val="009A57A5"/>
    <w:rsid w:val="009B4358"/>
    <w:rsid w:val="009E530D"/>
    <w:rsid w:val="00A51A13"/>
    <w:rsid w:val="00A57BAF"/>
    <w:rsid w:val="00A613E0"/>
    <w:rsid w:val="00A7635E"/>
    <w:rsid w:val="00AA6DCF"/>
    <w:rsid w:val="00AD5F47"/>
    <w:rsid w:val="00B02DDB"/>
    <w:rsid w:val="00B15184"/>
    <w:rsid w:val="00B1690B"/>
    <w:rsid w:val="00B47AB8"/>
    <w:rsid w:val="00B63DCA"/>
    <w:rsid w:val="00BC4ABD"/>
    <w:rsid w:val="00C0635F"/>
    <w:rsid w:val="00C36687"/>
    <w:rsid w:val="00C85EAB"/>
    <w:rsid w:val="00CB77D1"/>
    <w:rsid w:val="00CC6F53"/>
    <w:rsid w:val="00D116DD"/>
    <w:rsid w:val="00D2749C"/>
    <w:rsid w:val="00D403EE"/>
    <w:rsid w:val="00D75A59"/>
    <w:rsid w:val="00D8496C"/>
    <w:rsid w:val="00DD29ED"/>
    <w:rsid w:val="00E138EA"/>
    <w:rsid w:val="00E31050"/>
    <w:rsid w:val="00E52150"/>
    <w:rsid w:val="00E67607"/>
    <w:rsid w:val="00E827E0"/>
    <w:rsid w:val="00ED7616"/>
    <w:rsid w:val="00F30920"/>
    <w:rsid w:val="00F31B33"/>
    <w:rsid w:val="00F50590"/>
    <w:rsid w:val="00F56D85"/>
    <w:rsid w:val="00F70D57"/>
    <w:rsid w:val="00F72DF8"/>
    <w:rsid w:val="00F96F63"/>
    <w:rsid w:val="00FA4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5559A736-0A7E-E345-B0BE-FA42CB23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616"/>
    <w:rPr>
      <w:rFonts w:ascii="Arial" w:hAnsi="Arial"/>
      <w:sz w:val="28"/>
    </w:rPr>
  </w:style>
  <w:style w:type="paragraph" w:styleId="Heading1">
    <w:name w:val="heading 1"/>
    <w:basedOn w:val="Normal"/>
    <w:next w:val="Normal"/>
    <w:link w:val="Heading1Char"/>
    <w:uiPriority w:val="9"/>
    <w:qFormat/>
    <w:rsid w:val="00ED7616"/>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ED7616"/>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616"/>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ED7616"/>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ianeem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409</Words>
  <Characters>1980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 Microsoft Office User</dc:creator>
  <cp:lastModifiedBy>Microsoft Office User</cp:lastModifiedBy>
  <cp:revision>2</cp:revision>
  <dcterms:created xsi:type="dcterms:W3CDTF">2019-05-15T21:55:00Z</dcterms:created>
  <dcterms:modified xsi:type="dcterms:W3CDTF">2019-05-15T21:55:00Z</dcterms:modified>
</cp:coreProperties>
</file>